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9E1A1A4-F869-4510-B502-D23C6C7BC519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